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ES" w:eastAsia="es-ES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SCHOOL YEAR 2009-2010</w:t>
            </w:r>
            <w:r w:rsidR="009A3E65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7D67CD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sz w:val="20"/>
                <w:szCs w:val="20"/>
                <w:lang w:val="es-CO"/>
              </w:rPr>
              <w:t>LEARNING EXPERIENCE PLAN</w:t>
            </w:r>
            <w:r w:rsidR="00B72BA3">
              <w:rPr>
                <w:rFonts w:ascii="Verdana" w:hAnsi="Verdana"/>
                <w:b/>
                <w:sz w:val="20"/>
                <w:szCs w:val="20"/>
                <w:lang w:val="es-CO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2F4B3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8365A1">
              <w:rPr>
                <w:rFonts w:ascii="Verdana" w:hAnsi="Verdana"/>
                <w:sz w:val="20"/>
                <w:szCs w:val="20"/>
              </w:rPr>
              <w:t xml:space="preserve"> First</w:t>
            </w:r>
          </w:p>
        </w:tc>
        <w:tc>
          <w:tcPr>
            <w:tcW w:w="4950" w:type="dxa"/>
            <w:gridSpan w:val="5"/>
          </w:tcPr>
          <w:p w:rsidR="001A210A" w:rsidRPr="00A7565C" w:rsidRDefault="007D67CD" w:rsidP="001A210A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 xml:space="preserve">Unit: </w:t>
            </w:r>
            <w:r w:rsidR="001A210A">
              <w:rPr>
                <w:rFonts w:ascii="Verdana" w:hAnsi="Verdana"/>
                <w:sz w:val="20"/>
                <w:szCs w:val="20"/>
              </w:rPr>
              <w:t>WHERE WE ARE IN PLACE AND TIME</w:t>
            </w:r>
          </w:p>
          <w:p w:rsidR="008365A1" w:rsidRPr="00A7565C" w:rsidRDefault="008365A1" w:rsidP="008365A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4555" w:type="dxa"/>
            <w:gridSpan w:val="5"/>
          </w:tcPr>
          <w:p w:rsidR="007D67CD" w:rsidRPr="00A7565C" w:rsidRDefault="00AF72B6" w:rsidP="00A7565C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365A1">
              <w:rPr>
                <w:rFonts w:ascii="Verdana" w:hAnsi="Verdana"/>
                <w:b/>
                <w:sz w:val="16"/>
                <w:szCs w:val="16"/>
              </w:rPr>
              <w:t xml:space="preserve">Supporting  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8365A1">
              <w:rPr>
                <w:rFonts w:ascii="Verdana" w:hAnsi="Verdana"/>
                <w:b/>
                <w:sz w:val="18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365A1" w:rsidRPr="008365A1">
              <w:rPr>
                <w:rFonts w:ascii="Verdana" w:hAnsi="Verdana"/>
                <w:b/>
                <w:sz w:val="18"/>
                <w:szCs w:val="20"/>
              </w:rPr>
              <w:instrText xml:space="preserve"> FORMCHECKBOX </w:instrText>
            </w:r>
            <w:r w:rsidRPr="008365A1">
              <w:rPr>
                <w:rFonts w:ascii="Verdana" w:hAnsi="Verdana"/>
                <w:b/>
                <w:sz w:val="18"/>
                <w:szCs w:val="20"/>
              </w:rPr>
            </w:r>
            <w:r w:rsidRPr="008365A1">
              <w:rPr>
                <w:rFonts w:ascii="Verdana" w:hAnsi="Verdana"/>
                <w:b/>
                <w:sz w:val="18"/>
                <w:szCs w:val="20"/>
              </w:rPr>
              <w:fldChar w:fldCharType="end"/>
            </w:r>
            <w:r w:rsidR="008365A1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AF72B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726F4" w:rsidRPr="00E707DA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E707DA">
              <w:rPr>
                <w:rFonts w:ascii="Verdana" w:hAnsi="Verdana"/>
                <w:b/>
                <w:sz w:val="16"/>
                <w:szCs w:val="20"/>
              </w:rPr>
            </w: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8726F4" w:rsidRPr="00E707DA">
              <w:rPr>
                <w:rFonts w:ascii="Verdana" w:hAnsi="Verdana"/>
                <w:b/>
                <w:sz w:val="18"/>
                <w:szCs w:val="20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AF72B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8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AF72B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proofErr w:type="spellStart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8726F4" w:rsidRDefault="00B57B1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16"/>
              </w:rPr>
              <w:t>Style</w:t>
            </w:r>
          </w:p>
          <w:p w:rsidR="00B57B1C" w:rsidRPr="008726F4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8726F4" w:rsidRDefault="00AF72B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20"/>
            <w:r w:rsidR="00B57B1C" w:rsidRPr="008726F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16"/>
              </w:rPr>
            </w:r>
            <w:r w:rsidRPr="008726F4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8726F4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8726F4" w:rsidRDefault="00AF72B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726F4" w:rsidRPr="008726F4">
              <w:rPr>
                <w:rFonts w:ascii="Verdana" w:hAnsi="Verdana"/>
                <w:sz w:val="16"/>
                <w:szCs w:val="20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20"/>
              </w:rPr>
            </w:r>
            <w:r w:rsidRPr="008726F4">
              <w:rPr>
                <w:rFonts w:ascii="Verdana" w:hAnsi="Verdana"/>
                <w:sz w:val="16"/>
                <w:szCs w:val="20"/>
              </w:rPr>
              <w:fldChar w:fldCharType="end"/>
            </w:r>
            <w:r w:rsidR="008726F4" w:rsidRPr="008726F4">
              <w:rPr>
                <w:rFonts w:ascii="Verdana" w:hAnsi="Verdana"/>
                <w:sz w:val="18"/>
                <w:szCs w:val="20"/>
              </w:rPr>
              <w:t xml:space="preserve"> </w:t>
            </w:r>
            <w:r w:rsidR="00B57B1C" w:rsidRPr="008726F4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8726F4" w:rsidRDefault="00AF72B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2"/>
            <w:r w:rsidR="00B57B1C" w:rsidRPr="008726F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16"/>
              </w:rPr>
            </w:r>
            <w:r w:rsidRPr="008726F4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8726F4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8726F4" w:rsidRDefault="00AF72B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3"/>
            <w:r w:rsidR="00B57B1C" w:rsidRPr="008726F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16"/>
              </w:rPr>
            </w:r>
            <w:r w:rsidRPr="008726F4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8726F4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8726F4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8726F4" w:rsidRDefault="00B57B1C" w:rsidP="00B57B1C">
            <w:pPr>
              <w:pStyle w:val="Sinespaciado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726F4">
              <w:rPr>
                <w:rFonts w:ascii="Verdana" w:hAnsi="Verdana"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AF72B6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AF72B6">
              <w:rPr>
                <w:rFonts w:ascii="Verdana" w:hAnsi="Verdana"/>
                <w:b/>
                <w:sz w:val="20"/>
                <w:szCs w:val="20"/>
              </w:rPr>
            </w:r>
            <w:r w:rsidR="00AF72B6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5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AF72B6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AF72B6" w:rsidRPr="00517BEB">
              <w:rPr>
                <w:rFonts w:ascii="Verdana" w:hAnsi="Verdana"/>
                <w:b/>
                <w:sz w:val="20"/>
                <w:szCs w:val="20"/>
              </w:rPr>
            </w:r>
            <w:r w:rsidR="00AF72B6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AF72B6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AF72B6" w:rsidRPr="00517BEB">
              <w:rPr>
                <w:rFonts w:ascii="Verdana" w:hAnsi="Verdana"/>
                <w:b/>
                <w:sz w:val="20"/>
                <w:szCs w:val="20"/>
              </w:rPr>
            </w:r>
            <w:r w:rsidR="00AF72B6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8726F4" w:rsidRDefault="00B57B1C" w:rsidP="006F03D5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8726F4" w:rsidRDefault="00AF72B6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726F4" w:rsidRPr="00E707DA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E707DA">
              <w:rPr>
                <w:rFonts w:ascii="Verdana" w:hAnsi="Verdana"/>
                <w:b/>
                <w:sz w:val="16"/>
                <w:szCs w:val="20"/>
              </w:rPr>
            </w: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8726F4" w:rsidRPr="00E707DA">
              <w:rPr>
                <w:rFonts w:ascii="Verdana" w:hAnsi="Verdana"/>
                <w:b/>
                <w:sz w:val="18"/>
                <w:szCs w:val="20"/>
              </w:rPr>
              <w:t xml:space="preserve"> </w:t>
            </w:r>
            <w:r w:rsidR="00B57B1C" w:rsidRPr="008726F4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57B1C" w:rsidRPr="008726F4" w:rsidRDefault="00AF72B6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5"/>
            <w:r w:rsidR="00B57B1C" w:rsidRPr="008726F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16"/>
              </w:rPr>
            </w:r>
            <w:r w:rsidRPr="008726F4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8726F4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Pr="008726F4" w:rsidRDefault="00AF72B6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asilla26"/>
            <w:r w:rsidR="00B57B1C" w:rsidRPr="008726F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16"/>
              </w:rPr>
            </w:r>
            <w:r w:rsidRPr="008726F4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="00517BEB" w:rsidRPr="008726F4">
              <w:rPr>
                <w:rFonts w:ascii="Verdana" w:hAnsi="Verdana"/>
                <w:sz w:val="16"/>
                <w:szCs w:val="16"/>
              </w:rPr>
              <w:t>Kin</w:t>
            </w:r>
            <w:r w:rsidR="008B7EEC" w:rsidRPr="008726F4">
              <w:rPr>
                <w:rFonts w:ascii="Verdana" w:hAnsi="Verdana"/>
                <w:sz w:val="16"/>
                <w:szCs w:val="16"/>
              </w:rPr>
              <w:t>a</w:t>
            </w:r>
            <w:r w:rsidR="00B57B1C" w:rsidRPr="008726F4">
              <w:rPr>
                <w:rFonts w:ascii="Verdana" w:hAnsi="Verdana"/>
                <w:sz w:val="16"/>
                <w:szCs w:val="16"/>
              </w:rPr>
              <w:t>esthetic</w:t>
            </w:r>
            <w:bookmarkStart w:id="8" w:name="Casilla30"/>
          </w:p>
          <w:bookmarkEnd w:id="8"/>
          <w:p w:rsidR="00B57B1C" w:rsidRPr="008726F4" w:rsidRDefault="00AF72B6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726F4" w:rsidRPr="00E707DA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E707DA">
              <w:rPr>
                <w:rFonts w:ascii="Verdana" w:hAnsi="Verdana"/>
                <w:b/>
                <w:sz w:val="16"/>
                <w:szCs w:val="20"/>
              </w:rPr>
            </w: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8726F4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8726F4" w:rsidRDefault="00B57B1C" w:rsidP="00B57B1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B57B1C" w:rsidRPr="00A7565C" w:rsidRDefault="00AF72B6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AF72B6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AF72B6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Intrapersonal</w:t>
            </w:r>
          </w:p>
          <w:p w:rsidR="00B57B1C" w:rsidRPr="00A7565C" w:rsidRDefault="00AF72B6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AF72B6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AF72B6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0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p w:rsidR="00B57B1C" w:rsidRPr="00A7565C" w:rsidRDefault="00AF72B6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illa9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AF72B6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DF37DE" w:rsidRPr="00B75BC2">
              <w:rPr>
                <w:rFonts w:ascii="Verdana" w:hAnsi="Verdana"/>
                <w:b/>
                <w:sz w:val="16"/>
                <w:szCs w:val="20"/>
                <w:lang w:val="en-US"/>
              </w:rPr>
              <w:instrText xml:space="preserve"> FORMCHECKBOX </w:instrText>
            </w:r>
            <w:r w:rsidRPr="00E707DA">
              <w:rPr>
                <w:rFonts w:ascii="Verdana" w:hAnsi="Verdana"/>
                <w:b/>
                <w:sz w:val="16"/>
                <w:szCs w:val="20"/>
              </w:rPr>
            </w: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>Selected response</w:t>
            </w:r>
          </w:p>
          <w:p w:rsidR="00B57B1C" w:rsidRPr="00A7565C" w:rsidRDefault="00AF72B6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2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AF72B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3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AF72B6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AF72B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AF72B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3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AF72B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AF72B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AF72B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illa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6"/>
            <w:r w:rsidR="008365A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AF72B6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6490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AF72B6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7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AF72B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8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AF72B6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AF72B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AF72B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8"/>
          </w:p>
        </w:tc>
      </w:tr>
      <w:tr w:rsidR="00922918" w:rsidRPr="00A7565C" w:rsidTr="00C13CC2">
        <w:trPr>
          <w:trHeight w:val="1248"/>
        </w:trPr>
        <w:tc>
          <w:tcPr>
            <w:tcW w:w="6094" w:type="dxa"/>
            <w:gridSpan w:val="6"/>
          </w:tcPr>
          <w:p w:rsidR="00E707DA" w:rsidRPr="00E707DA" w:rsidRDefault="00E707DA" w:rsidP="00E707DA">
            <w:pPr>
              <w:spacing w:after="0" w:line="240" w:lineRule="auto"/>
              <w:ind w:left="360"/>
              <w:rPr>
                <w:rFonts w:ascii="New times roman" w:hAnsi="New times roman" w:cs="Arial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Achievement Indicator</w:t>
            </w:r>
            <w:r w:rsidR="00922918"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  <w:p w:rsidR="00922918" w:rsidRPr="00CA3413" w:rsidRDefault="00922918" w:rsidP="00566490">
            <w:pPr>
              <w:spacing w:after="0" w:line="240" w:lineRule="auto"/>
              <w:ind w:left="360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796FD9" w:rsidRPr="0022090F" w:rsidRDefault="0022090F" w:rsidP="00796FD9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 w:rsidRPr="0022090F">
              <w:rPr>
                <w:rFonts w:ascii="Verdana" w:hAnsi="Verdana" w:cs="Arial"/>
                <w:sz w:val="16"/>
                <w:szCs w:val="16"/>
                <w:lang w:val="en-US"/>
              </w:rPr>
              <w:t>Estimates, measures and compares  length using some standard units of measurement</w:t>
            </w:r>
          </w:p>
        </w:tc>
        <w:tc>
          <w:tcPr>
            <w:tcW w:w="5105" w:type="dxa"/>
            <w:gridSpan w:val="6"/>
          </w:tcPr>
          <w:p w:rsidR="00922918" w:rsidRPr="00E707DA" w:rsidRDefault="00922918" w:rsidP="00CA3413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707DA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  <w:r w:rsidR="0085004C" w:rsidRPr="00566490">
              <w:rPr>
                <w:rFonts w:ascii="MyriadPro-Bold" w:hAnsi="MyriadPro-Bold" w:cs="MyriadPro-Bold"/>
                <w:b/>
                <w:bCs/>
                <w:sz w:val="18"/>
                <w:szCs w:val="18"/>
                <w:lang w:val="en-US"/>
              </w:rPr>
              <w:t>Application, Analysis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Default="0080256E" w:rsidP="00E707D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340A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</w:p>
          <w:p w:rsidR="00E52C91" w:rsidRDefault="00E52C91" w:rsidP="00E707D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:rsidR="00E52C91" w:rsidRPr="00E707DA" w:rsidRDefault="00E52C91" w:rsidP="00E707D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Papel</w:t>
            </w:r>
            <w:proofErr w:type="spellEnd"/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bond, markers, pencil and ruler. 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AF72B6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80256E" w:rsidRPr="0080256E" w:rsidRDefault="00AF72B6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AF72B6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AF72B6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E707DA" w:rsidRPr="00E707DA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E707DA">
              <w:rPr>
                <w:rFonts w:ascii="Verdana" w:hAnsi="Verdana"/>
                <w:b/>
                <w:sz w:val="16"/>
                <w:szCs w:val="20"/>
              </w:rPr>
            </w: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E707DA" w:rsidRPr="00E707DA">
              <w:rPr>
                <w:rFonts w:ascii="Verdana" w:hAnsi="Verdana"/>
                <w:b/>
                <w:sz w:val="18"/>
                <w:szCs w:val="20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AF72B6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80256E">
        <w:trPr>
          <w:trHeight w:val="745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AF72B6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AF72B6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AF72B6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AF72B6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AF72B6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AF72B6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566490" w:rsidRPr="00E707DA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E707DA">
              <w:rPr>
                <w:rFonts w:ascii="Verdana" w:hAnsi="Verdana"/>
                <w:b/>
                <w:sz w:val="16"/>
                <w:szCs w:val="20"/>
              </w:rPr>
            </w: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</w:p>
          <w:p w:rsidR="0080256E" w:rsidRDefault="00AF72B6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E707DA" w:rsidRDefault="0080256E" w:rsidP="00E707D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707DA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E707DA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CA3413">
              <w:rPr>
                <w:rFonts w:ascii="Verdana" w:hAnsi="Verdana"/>
                <w:sz w:val="16"/>
                <w:szCs w:val="16"/>
                <w:lang w:val="en-US"/>
              </w:rPr>
              <w:t xml:space="preserve">Week </w:t>
            </w:r>
            <w:r w:rsidR="0022090F">
              <w:rPr>
                <w:rFonts w:ascii="Verdana" w:hAnsi="Verdana"/>
                <w:sz w:val="16"/>
                <w:szCs w:val="16"/>
                <w:lang w:val="en-US"/>
              </w:rPr>
              <w:t>12</w:t>
            </w:r>
            <w:r w:rsidR="00317141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22090F">
              <w:rPr>
                <w:rFonts w:ascii="Verdana" w:hAnsi="Verdana"/>
                <w:sz w:val="16"/>
                <w:szCs w:val="16"/>
                <w:lang w:val="en-US"/>
              </w:rPr>
              <w:t>November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E707DA" w:rsidRDefault="0080256E" w:rsidP="000178B9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707DA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340A2B" w:rsidRPr="00E707DA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E707DA">
              <w:rPr>
                <w:rFonts w:ascii="Verdana" w:hAnsi="Verdana"/>
                <w:b/>
                <w:sz w:val="16"/>
                <w:szCs w:val="16"/>
                <w:lang w:val="en-US"/>
              </w:rPr>
              <w:t>45´</w:t>
            </w:r>
            <w:r w:rsidR="00AF72B6"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44"/>
                  <w:enabled/>
                  <w:calcOnExit w:val="0"/>
                  <w:textInput/>
                </w:ffData>
              </w:fldChar>
            </w:r>
            <w:bookmarkStart w:id="19" w:name="Texto44"/>
            <w:r w:rsidR="00F20647" w:rsidRPr="00E707DA">
              <w:rPr>
                <w:rFonts w:ascii="Verdana" w:hAnsi="Verdana"/>
                <w:sz w:val="16"/>
                <w:szCs w:val="16"/>
                <w:lang w:val="en-US"/>
              </w:rPr>
              <w:instrText xml:space="preserve"> FORMTEXT </w:instrText>
            </w:r>
            <w:r w:rsidR="00AF72B6" w:rsidRPr="00C26857">
              <w:rPr>
                <w:rFonts w:ascii="Verdana" w:hAnsi="Verdana"/>
                <w:sz w:val="16"/>
                <w:szCs w:val="16"/>
              </w:rPr>
            </w:r>
            <w:r w:rsidR="00AF72B6"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864D7" w:rsidRPr="00E707DA">
              <w:rPr>
                <w:rFonts w:ascii="Verdana" w:hAnsi="Verdana"/>
                <w:noProof/>
                <w:sz w:val="16"/>
                <w:szCs w:val="16"/>
                <w:lang w:val="en-US"/>
              </w:rPr>
              <w:t xml:space="preserve"> </w:t>
            </w:r>
            <w:r w:rsidR="00AF72B6"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9"/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E707DA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340A2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E707DA" w:rsidRDefault="00E707DA" w:rsidP="00E707D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8726F4" w:rsidRPr="008726F4" w:rsidRDefault="008726F4" w:rsidP="00E707D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8726F4">
              <w:rPr>
                <w:rFonts w:ascii="Verdana" w:hAnsi="Verdana"/>
                <w:b/>
                <w:sz w:val="16"/>
                <w:szCs w:val="16"/>
                <w:lang w:val="en-GB"/>
              </w:rPr>
              <w:t>Opening:</w:t>
            </w:r>
          </w:p>
          <w:p w:rsidR="001A210A" w:rsidRDefault="001A210A" w:rsidP="00E707D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1A210A" w:rsidRDefault="00E52C91" w:rsidP="00E707D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Introducin</w:t>
            </w:r>
            <w:r w:rsidR="00AB553D">
              <w:rPr>
                <w:rFonts w:ascii="Verdana" w:hAnsi="Verdana"/>
                <w:sz w:val="16"/>
                <w:szCs w:val="16"/>
                <w:lang w:val="en-GB"/>
              </w:rPr>
              <w:t xml:space="preserve">g concepts: meter and </w:t>
            </w:r>
            <w:proofErr w:type="spellStart"/>
            <w:r w:rsidR="00AB553D">
              <w:rPr>
                <w:rFonts w:ascii="Verdana" w:hAnsi="Verdana"/>
                <w:sz w:val="16"/>
                <w:szCs w:val="16"/>
                <w:lang w:val="en-GB"/>
              </w:rPr>
              <w:t>centimeter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. </w:t>
            </w:r>
            <w:r w:rsidR="001A210A">
              <w:rPr>
                <w:rFonts w:ascii="Verdana" w:hAnsi="Verdana"/>
                <w:sz w:val="16"/>
                <w:szCs w:val="16"/>
                <w:lang w:val="en-GB"/>
              </w:rPr>
              <w:t xml:space="preserve">Using the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ruler children will make a meter in groups of 3. Every child will be in charge of one section (</w:t>
            </w:r>
            <w:r w:rsidR="00AB553D">
              <w:rPr>
                <w:rFonts w:ascii="Verdana" w:hAnsi="Verdana"/>
                <w:sz w:val="16"/>
                <w:szCs w:val="16"/>
                <w:lang w:val="en-GB"/>
              </w:rPr>
              <w:t xml:space="preserve">1- 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35 cm</w:t>
            </w:r>
            <w:r w:rsidR="00AB553D">
              <w:rPr>
                <w:rFonts w:ascii="Verdana" w:hAnsi="Verdana"/>
                <w:sz w:val="16"/>
                <w:szCs w:val="16"/>
                <w:lang w:val="en-GB"/>
              </w:rPr>
              <w:t>; 36-75 cm; 76 -100 cm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). At the end, they wi</w:t>
            </w:r>
            <w:r w:rsidR="00AB553D">
              <w:rPr>
                <w:rFonts w:ascii="Verdana" w:hAnsi="Verdana"/>
                <w:sz w:val="16"/>
                <w:szCs w:val="16"/>
                <w:lang w:val="en-GB"/>
              </w:rPr>
              <w:t>ll connect all sections (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100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cm</w:t>
            </w:r>
            <w:r w:rsidR="00AB553D">
              <w:rPr>
                <w:rFonts w:ascii="Verdana" w:hAnsi="Verdana"/>
                <w:sz w:val="16"/>
                <w:szCs w:val="16"/>
                <w:lang w:val="en-US"/>
              </w:rPr>
              <w:t>)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 xml:space="preserve">. </w:t>
            </w:r>
          </w:p>
          <w:p w:rsidR="00E52C91" w:rsidRDefault="00E52C91" w:rsidP="00E707DA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8726F4" w:rsidRPr="008726F4" w:rsidRDefault="008726F4" w:rsidP="00E707DA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8726F4">
              <w:rPr>
                <w:rFonts w:ascii="Verdana" w:hAnsi="Verdana"/>
                <w:b/>
                <w:sz w:val="16"/>
                <w:szCs w:val="16"/>
                <w:lang w:val="en-GB"/>
              </w:rPr>
              <w:t>Main Activity:</w:t>
            </w:r>
          </w:p>
          <w:p w:rsidR="00E707DA" w:rsidRDefault="00FF3DAD" w:rsidP="00E52C9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The teacher will use an example to</w:t>
            </w:r>
            <w:r w:rsidR="001A210A">
              <w:rPr>
                <w:rFonts w:ascii="Verdana" w:hAnsi="Verdana"/>
                <w:sz w:val="16"/>
                <w:szCs w:val="16"/>
                <w:lang w:val="en-GB"/>
              </w:rPr>
              <w:t xml:space="preserve"> show children </w:t>
            </w:r>
            <w:r w:rsidR="00E52C91">
              <w:rPr>
                <w:rFonts w:ascii="Verdana" w:hAnsi="Verdana"/>
                <w:sz w:val="16"/>
                <w:szCs w:val="16"/>
                <w:lang w:val="en-GB"/>
              </w:rPr>
              <w:t xml:space="preserve">the concept of cm. Using a ruler, the teacher will ask students to count how many </w:t>
            </w:r>
            <w:r w:rsidR="00E52C91" w:rsidRPr="00E52C91">
              <w:rPr>
                <w:rFonts w:ascii="Verdana" w:hAnsi="Verdana"/>
                <w:sz w:val="16"/>
                <w:szCs w:val="16"/>
                <w:lang w:val="en-US"/>
              </w:rPr>
              <w:t>millimeter</w:t>
            </w:r>
            <w:r w:rsidR="00E52C91">
              <w:rPr>
                <w:rFonts w:ascii="Verdana" w:hAnsi="Verdana"/>
                <w:sz w:val="16"/>
                <w:szCs w:val="16"/>
                <w:lang w:val="en-US"/>
              </w:rPr>
              <w:t>s</w:t>
            </w:r>
            <w:r w:rsidR="00E52C91">
              <w:rPr>
                <w:rFonts w:ascii="Verdana" w:hAnsi="Verdana"/>
                <w:sz w:val="16"/>
                <w:szCs w:val="16"/>
                <w:lang w:val="en-GB"/>
              </w:rPr>
              <w:t xml:space="preserve"> make a centimeter.  </w:t>
            </w:r>
            <w:r w:rsidR="00D16EB6">
              <w:rPr>
                <w:rFonts w:ascii="Verdana" w:hAnsi="Verdana"/>
                <w:sz w:val="16"/>
                <w:szCs w:val="16"/>
                <w:lang w:val="en-GB"/>
              </w:rPr>
              <w:t xml:space="preserve">Teacher </w:t>
            </w:r>
            <w:r w:rsidR="00AB553D">
              <w:rPr>
                <w:rFonts w:ascii="Verdana" w:hAnsi="Verdana"/>
                <w:sz w:val="16"/>
                <w:szCs w:val="16"/>
                <w:lang w:val="en-GB"/>
              </w:rPr>
              <w:t xml:space="preserve">shows </w:t>
            </w:r>
            <w:r w:rsidR="00D16EB6">
              <w:rPr>
                <w:rFonts w:ascii="Verdana" w:hAnsi="Verdana"/>
                <w:sz w:val="16"/>
                <w:szCs w:val="16"/>
                <w:lang w:val="en-GB"/>
              </w:rPr>
              <w:t xml:space="preserve">on the board two or three centimetres as an example. </w:t>
            </w:r>
            <w:r w:rsidR="00AB553D">
              <w:rPr>
                <w:rFonts w:ascii="Verdana" w:hAnsi="Verdana"/>
                <w:sz w:val="16"/>
                <w:szCs w:val="16"/>
                <w:lang w:val="en-GB"/>
              </w:rPr>
              <w:t>With e</w:t>
            </w:r>
            <w:r w:rsidR="00D16EB6">
              <w:rPr>
                <w:rFonts w:ascii="Verdana" w:hAnsi="Verdana"/>
                <w:sz w:val="16"/>
                <w:szCs w:val="16"/>
                <w:lang w:val="en-GB"/>
              </w:rPr>
              <w:t xml:space="preserve">very centimeter, teacher is going to use a different colour to identify </w:t>
            </w:r>
            <w:proofErr w:type="spellStart"/>
            <w:r w:rsidR="00D16EB6">
              <w:rPr>
                <w:rFonts w:ascii="Verdana" w:hAnsi="Verdana"/>
                <w:sz w:val="16"/>
                <w:szCs w:val="16"/>
                <w:lang w:val="en-GB"/>
              </w:rPr>
              <w:t>centimeters</w:t>
            </w:r>
            <w:proofErr w:type="spellEnd"/>
            <w:r w:rsidR="00D16EB6">
              <w:rPr>
                <w:rFonts w:ascii="Verdana" w:hAnsi="Verdana"/>
                <w:sz w:val="16"/>
                <w:szCs w:val="16"/>
                <w:lang w:val="en-GB"/>
              </w:rPr>
              <w:t xml:space="preserve"> from </w:t>
            </w:r>
            <w:proofErr w:type="spellStart"/>
            <w:r w:rsidR="00D16EB6">
              <w:rPr>
                <w:rFonts w:ascii="Verdana" w:hAnsi="Verdana"/>
                <w:sz w:val="16"/>
                <w:szCs w:val="16"/>
                <w:lang w:val="en-GB"/>
              </w:rPr>
              <w:t>millimeters</w:t>
            </w:r>
            <w:proofErr w:type="spellEnd"/>
            <w:r w:rsidR="00D16EB6">
              <w:rPr>
                <w:rFonts w:ascii="Verdana" w:hAnsi="Verdana"/>
                <w:sz w:val="16"/>
                <w:szCs w:val="16"/>
                <w:lang w:val="en-GB"/>
              </w:rPr>
              <w:t xml:space="preserve">. </w:t>
            </w:r>
          </w:p>
          <w:p w:rsidR="00D16EB6" w:rsidRDefault="00D16EB6" w:rsidP="00E52C9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D16EB6" w:rsidRDefault="00D16EB6" w:rsidP="00E52C9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  <w:p w:rsidR="00D16EB6" w:rsidRPr="000226A8" w:rsidRDefault="00D16EB6" w:rsidP="00E52C91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340A2B" w:rsidRPr="000226A8" w:rsidTr="008726F4">
        <w:trPr>
          <w:trHeight w:val="1056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340A2B" w:rsidRDefault="00340A2B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340A2B" w:rsidRPr="00A7565C" w:rsidTr="00340A2B">
        <w:trPr>
          <w:trHeight w:val="831"/>
        </w:trPr>
        <w:tc>
          <w:tcPr>
            <w:tcW w:w="11199" w:type="dxa"/>
            <w:gridSpan w:val="12"/>
          </w:tcPr>
          <w:p w:rsidR="00340A2B" w:rsidRPr="00340A2B" w:rsidRDefault="00340A2B" w:rsidP="008726F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1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F20647" w:rsidRPr="00A7565C" w:rsidTr="00340A2B">
        <w:trPr>
          <w:trHeight w:val="840"/>
        </w:trPr>
        <w:tc>
          <w:tcPr>
            <w:tcW w:w="11199" w:type="dxa"/>
            <w:gridSpan w:val="12"/>
          </w:tcPr>
          <w:p w:rsidR="00C26857" w:rsidRPr="00340A2B" w:rsidRDefault="00C26857" w:rsidP="007D67CD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2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:</w:t>
            </w:r>
            <w:r w:rsidR="00340A2B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AF72B6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46"/>
                  <w:enabled/>
                  <w:calcOnExit w:val="0"/>
                  <w:textInput/>
                </w:ffData>
              </w:fldChar>
            </w:r>
            <w:bookmarkStart w:id="20" w:name="Texto46"/>
            <w:r w:rsidRPr="00C26857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AF72B6" w:rsidRPr="00C26857">
              <w:rPr>
                <w:rFonts w:ascii="Verdana" w:hAnsi="Verdana"/>
                <w:sz w:val="16"/>
                <w:szCs w:val="16"/>
                <w:lang w:val="en-GB"/>
              </w:rPr>
            </w:r>
            <w:r w:rsidR="00AF72B6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340A2B">
              <w:rPr>
                <w:rFonts w:ascii="Verdana" w:hAnsi="Verdana"/>
                <w:sz w:val="16"/>
                <w:szCs w:val="16"/>
                <w:lang w:val="en-GB"/>
              </w:rPr>
              <w:t> </w:t>
            </w:r>
            <w:r w:rsidR="00AF72B6" w:rsidRPr="00C26857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20"/>
          </w:p>
        </w:tc>
      </w:tr>
      <w:tr w:rsidR="0080256E" w:rsidRPr="00A7565C" w:rsidTr="00340A2B">
        <w:trPr>
          <w:trHeight w:val="838"/>
        </w:trPr>
        <w:tc>
          <w:tcPr>
            <w:tcW w:w="11199" w:type="dxa"/>
            <w:gridSpan w:val="12"/>
          </w:tcPr>
          <w:p w:rsidR="0080256E" w:rsidRPr="00340A2B" w:rsidRDefault="0080256E" w:rsidP="007D67CD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Tier 3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: </w:t>
            </w:r>
            <w:r w:rsidR="00AF72B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32"/>
                  <w:enabled/>
                  <w:calcOnExit w:val="0"/>
                  <w:textInput/>
                </w:ffData>
              </w:fldCha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AF72B6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AF72B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Verdana" w:hAnsi="Verdana"/>
                <w:noProof/>
                <w:sz w:val="16"/>
                <w:szCs w:val="16"/>
                <w:lang w:val="en-GB"/>
              </w:rPr>
              <w:t> </w:t>
            </w:r>
            <w:r w:rsidR="00AF72B6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</w:p>
        </w:tc>
      </w:tr>
      <w:tr w:rsidR="0080256E" w:rsidRPr="00A7565C" w:rsidTr="00F20647">
        <w:trPr>
          <w:trHeight w:val="1676"/>
        </w:trPr>
        <w:tc>
          <w:tcPr>
            <w:tcW w:w="11199" w:type="dxa"/>
            <w:gridSpan w:val="12"/>
          </w:tcPr>
          <w:p w:rsidR="0080256E" w:rsidRPr="00A7565C" w:rsidRDefault="0080256E" w:rsidP="008726F4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Closing: </w:t>
            </w:r>
            <w:r w:rsidR="008726F4">
              <w:rPr>
                <w:rFonts w:ascii="Verdana" w:hAnsi="Verdana"/>
                <w:sz w:val="16"/>
                <w:szCs w:val="16"/>
                <w:lang w:val="en-GB"/>
              </w:rPr>
              <w:t>Ask the child</w:t>
            </w:r>
            <w:r w:rsidR="00AB553D">
              <w:rPr>
                <w:rFonts w:ascii="Verdana" w:hAnsi="Verdana"/>
                <w:sz w:val="16"/>
                <w:szCs w:val="16"/>
                <w:lang w:val="en-GB"/>
              </w:rPr>
              <w:t xml:space="preserve">ren to share </w:t>
            </w:r>
            <w:r w:rsidR="00D16EB6">
              <w:rPr>
                <w:rFonts w:ascii="Verdana" w:hAnsi="Verdana"/>
                <w:sz w:val="16"/>
                <w:szCs w:val="16"/>
                <w:lang w:val="en-GB"/>
              </w:rPr>
              <w:t xml:space="preserve">what type of things can be measured with </w:t>
            </w:r>
            <w:r w:rsidR="00AB553D">
              <w:rPr>
                <w:rFonts w:ascii="Verdana" w:hAnsi="Verdana"/>
                <w:sz w:val="16"/>
                <w:szCs w:val="16"/>
                <w:lang w:val="en-GB"/>
              </w:rPr>
              <w:t xml:space="preserve">a meter. </w:t>
            </w:r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6CB" w:rsidRDefault="00C046CB" w:rsidP="001C6238">
      <w:pPr>
        <w:spacing w:after="0" w:line="240" w:lineRule="auto"/>
      </w:pPr>
      <w:r>
        <w:separator/>
      </w:r>
    </w:p>
  </w:endnote>
  <w:endnote w:type="continuationSeparator" w:id="0">
    <w:p w:rsidR="00C046CB" w:rsidRDefault="00C046CB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times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238" w:rsidRPr="001C6238" w:rsidRDefault="001C6238">
    <w:pPr>
      <w:pStyle w:val="Piedepgina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6CB" w:rsidRDefault="00C046CB" w:rsidP="001C6238">
      <w:pPr>
        <w:spacing w:after="0" w:line="240" w:lineRule="auto"/>
      </w:pPr>
      <w:r>
        <w:separator/>
      </w:r>
    </w:p>
  </w:footnote>
  <w:footnote w:type="continuationSeparator" w:id="0">
    <w:p w:rsidR="00C046CB" w:rsidRDefault="00C046CB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B5C7A"/>
    <w:multiLevelType w:val="hybridMultilevel"/>
    <w:tmpl w:val="FC4803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92A"/>
    <w:rsid w:val="000006D2"/>
    <w:rsid w:val="00010F39"/>
    <w:rsid w:val="000178B9"/>
    <w:rsid w:val="000226A8"/>
    <w:rsid w:val="00052C6C"/>
    <w:rsid w:val="001168E7"/>
    <w:rsid w:val="0013251B"/>
    <w:rsid w:val="001437A5"/>
    <w:rsid w:val="00155A25"/>
    <w:rsid w:val="001A0619"/>
    <w:rsid w:val="001A210A"/>
    <w:rsid w:val="001C6238"/>
    <w:rsid w:val="0021744B"/>
    <w:rsid w:val="0022090F"/>
    <w:rsid w:val="00245C00"/>
    <w:rsid w:val="00295EC6"/>
    <w:rsid w:val="002E3F4B"/>
    <w:rsid w:val="002F4B32"/>
    <w:rsid w:val="003061FE"/>
    <w:rsid w:val="00317141"/>
    <w:rsid w:val="0032154D"/>
    <w:rsid w:val="00336BC2"/>
    <w:rsid w:val="00340A2B"/>
    <w:rsid w:val="0034114F"/>
    <w:rsid w:val="00361E6D"/>
    <w:rsid w:val="00366713"/>
    <w:rsid w:val="00375E4E"/>
    <w:rsid w:val="003959A7"/>
    <w:rsid w:val="00444F69"/>
    <w:rsid w:val="00497609"/>
    <w:rsid w:val="00517BEB"/>
    <w:rsid w:val="00533200"/>
    <w:rsid w:val="00546A2A"/>
    <w:rsid w:val="005632C4"/>
    <w:rsid w:val="005650E7"/>
    <w:rsid w:val="00566490"/>
    <w:rsid w:val="00584EDA"/>
    <w:rsid w:val="005C3779"/>
    <w:rsid w:val="005C6A29"/>
    <w:rsid w:val="005D791A"/>
    <w:rsid w:val="00604983"/>
    <w:rsid w:val="0067753B"/>
    <w:rsid w:val="006F03D5"/>
    <w:rsid w:val="00706028"/>
    <w:rsid w:val="00734D1B"/>
    <w:rsid w:val="007376E5"/>
    <w:rsid w:val="0077504E"/>
    <w:rsid w:val="007864D7"/>
    <w:rsid w:val="00796FD9"/>
    <w:rsid w:val="007B5F2D"/>
    <w:rsid w:val="007D67CD"/>
    <w:rsid w:val="007F4D1D"/>
    <w:rsid w:val="0080256E"/>
    <w:rsid w:val="008365A1"/>
    <w:rsid w:val="00847570"/>
    <w:rsid w:val="0085004C"/>
    <w:rsid w:val="0085348E"/>
    <w:rsid w:val="008726F4"/>
    <w:rsid w:val="00873ACE"/>
    <w:rsid w:val="008822C8"/>
    <w:rsid w:val="00887C1C"/>
    <w:rsid w:val="008B59E6"/>
    <w:rsid w:val="008B7EEC"/>
    <w:rsid w:val="008C2CD5"/>
    <w:rsid w:val="0090413A"/>
    <w:rsid w:val="009176BC"/>
    <w:rsid w:val="00922918"/>
    <w:rsid w:val="009340E7"/>
    <w:rsid w:val="009739B0"/>
    <w:rsid w:val="00986230"/>
    <w:rsid w:val="00996666"/>
    <w:rsid w:val="009A3E65"/>
    <w:rsid w:val="009E5A7B"/>
    <w:rsid w:val="00A07255"/>
    <w:rsid w:val="00A5492B"/>
    <w:rsid w:val="00A67209"/>
    <w:rsid w:val="00A718EB"/>
    <w:rsid w:val="00A7565C"/>
    <w:rsid w:val="00A9309F"/>
    <w:rsid w:val="00AB553D"/>
    <w:rsid w:val="00AB5AC1"/>
    <w:rsid w:val="00AE210E"/>
    <w:rsid w:val="00AF07BE"/>
    <w:rsid w:val="00AF72B6"/>
    <w:rsid w:val="00B57B1C"/>
    <w:rsid w:val="00B72BA3"/>
    <w:rsid w:val="00B742F3"/>
    <w:rsid w:val="00B75BC2"/>
    <w:rsid w:val="00B8591B"/>
    <w:rsid w:val="00B85E77"/>
    <w:rsid w:val="00BC2CA7"/>
    <w:rsid w:val="00BF1380"/>
    <w:rsid w:val="00C046CB"/>
    <w:rsid w:val="00C13CC2"/>
    <w:rsid w:val="00C239A8"/>
    <w:rsid w:val="00C26857"/>
    <w:rsid w:val="00C52762"/>
    <w:rsid w:val="00CA204D"/>
    <w:rsid w:val="00CA3413"/>
    <w:rsid w:val="00CB7A87"/>
    <w:rsid w:val="00CD4405"/>
    <w:rsid w:val="00CD747E"/>
    <w:rsid w:val="00D06919"/>
    <w:rsid w:val="00D16EB6"/>
    <w:rsid w:val="00DA6DE6"/>
    <w:rsid w:val="00DF37DE"/>
    <w:rsid w:val="00E02E3E"/>
    <w:rsid w:val="00E52C91"/>
    <w:rsid w:val="00E707DA"/>
    <w:rsid w:val="00E7692A"/>
    <w:rsid w:val="00E76D4C"/>
    <w:rsid w:val="00EC0111"/>
    <w:rsid w:val="00EC4201"/>
    <w:rsid w:val="00F20647"/>
    <w:rsid w:val="00F21DE8"/>
    <w:rsid w:val="00F561B2"/>
    <w:rsid w:val="00F608FD"/>
    <w:rsid w:val="00F86F54"/>
    <w:rsid w:val="00FF3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ucaicedo\Desktop\Learning%20Experience%20Planner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4B668-3ED2-44BA-8507-2CBF10BB1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Learning Experience Planner Template</Template>
  <TotalTime>26</TotalTime>
  <Pages>1</Pages>
  <Words>411</Words>
  <Characters>2265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aucaicedo</dc:creator>
  <cp:lastModifiedBy>Pili</cp:lastModifiedBy>
  <cp:revision>4</cp:revision>
  <cp:lastPrinted>2009-01-26T13:55:00Z</cp:lastPrinted>
  <dcterms:created xsi:type="dcterms:W3CDTF">2011-11-07T23:11:00Z</dcterms:created>
  <dcterms:modified xsi:type="dcterms:W3CDTF">2011-11-09T01:24:00Z</dcterms:modified>
</cp:coreProperties>
</file>